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DC4" w:rsidRPr="00DB5AF8" w:rsidRDefault="00DD0DC4" w:rsidP="00DB5AF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5AF8">
        <w:rPr>
          <w:rFonts w:ascii="Times New Roman" w:hAnsi="Times New Roman"/>
          <w:b/>
          <w:bCs/>
          <w:sz w:val="28"/>
          <w:szCs w:val="28"/>
        </w:rPr>
        <w:t>Аннотация к рабочей программе по экономике</w:t>
      </w:r>
    </w:p>
    <w:p w:rsidR="00DD0DC4" w:rsidRPr="00DB5AF8" w:rsidRDefault="00DD0DC4" w:rsidP="00DB5A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B5AF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DB5AF8">
        <w:rPr>
          <w:rFonts w:ascii="Times New Roman" w:hAnsi="Times New Roman"/>
          <w:sz w:val="28"/>
          <w:szCs w:val="28"/>
        </w:rPr>
        <w:t xml:space="preserve"> Рабочая программа  составлена на </w:t>
      </w:r>
      <w:r w:rsidRPr="00DB5AF8">
        <w:rPr>
          <w:rFonts w:ascii="Times New Roman" w:hAnsi="Times New Roman"/>
          <w:iCs/>
          <w:sz w:val="28"/>
          <w:szCs w:val="28"/>
        </w:rPr>
        <w:t>примерной основной общеобразовательной программы среднего общего образов</w:t>
      </w:r>
      <w:r w:rsidRPr="00DB5AF8">
        <w:rPr>
          <w:rFonts w:ascii="Times New Roman" w:hAnsi="Times New Roman"/>
          <w:iCs/>
          <w:sz w:val="28"/>
          <w:szCs w:val="28"/>
        </w:rPr>
        <w:t>а</w:t>
      </w:r>
      <w:r w:rsidRPr="00DB5AF8">
        <w:rPr>
          <w:rFonts w:ascii="Times New Roman" w:hAnsi="Times New Roman"/>
          <w:iCs/>
          <w:sz w:val="28"/>
          <w:szCs w:val="28"/>
        </w:rPr>
        <w:t>ния по экономике, одобренной решением федерального учебно-методического об</w:t>
      </w:r>
      <w:r w:rsidRPr="00DB5AF8">
        <w:rPr>
          <w:rFonts w:ascii="Times New Roman" w:hAnsi="Times New Roman"/>
          <w:iCs/>
          <w:sz w:val="28"/>
          <w:szCs w:val="28"/>
        </w:rPr>
        <w:t>ъ</w:t>
      </w:r>
      <w:r w:rsidRPr="00DB5AF8">
        <w:rPr>
          <w:rFonts w:ascii="Times New Roman" w:hAnsi="Times New Roman"/>
          <w:iCs/>
          <w:sz w:val="28"/>
          <w:szCs w:val="28"/>
        </w:rPr>
        <w:t>единения по общему образованию, протокол от 28.06.2016 № 2/16-з, опубликова</w:t>
      </w:r>
      <w:r w:rsidRPr="00DB5AF8">
        <w:rPr>
          <w:rFonts w:ascii="Times New Roman" w:hAnsi="Times New Roman"/>
          <w:iCs/>
          <w:sz w:val="28"/>
          <w:szCs w:val="28"/>
        </w:rPr>
        <w:t>н</w:t>
      </w:r>
      <w:r w:rsidRPr="00DB5AF8">
        <w:rPr>
          <w:rFonts w:ascii="Times New Roman" w:hAnsi="Times New Roman"/>
          <w:iCs/>
          <w:sz w:val="28"/>
          <w:szCs w:val="28"/>
        </w:rPr>
        <w:t xml:space="preserve">ной на сайте </w:t>
      </w:r>
      <w:hyperlink r:id="rId4" w:history="1">
        <w:r w:rsidRPr="00DB5AF8">
          <w:rPr>
            <w:rStyle w:val="Hyperlink"/>
            <w:rFonts w:ascii="Times New Roman" w:hAnsi="Times New Roman"/>
            <w:sz w:val="28"/>
            <w:szCs w:val="28"/>
          </w:rPr>
          <w:t>http://fgosreestr.ru/</w:t>
        </w:r>
      </w:hyperlink>
      <w:r w:rsidRPr="00DB5A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D0DC4" w:rsidRPr="00DB5AF8" w:rsidRDefault="00DD0DC4" w:rsidP="00DB5AF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5AF8">
        <w:rPr>
          <w:rFonts w:ascii="Times New Roman" w:hAnsi="Times New Roman"/>
          <w:sz w:val="28"/>
          <w:szCs w:val="28"/>
        </w:rPr>
        <w:t xml:space="preserve">Рабочая программа курса «Экономика» разработана к учебнику «Экономика. 10—11 классы» </w:t>
      </w:r>
      <w:r>
        <w:rPr>
          <w:rFonts w:ascii="Times New Roman" w:hAnsi="Times New Roman"/>
          <w:sz w:val="28"/>
          <w:szCs w:val="28"/>
        </w:rPr>
        <w:t>Л.В. Липсиц</w:t>
      </w:r>
      <w:r w:rsidRPr="00DB5AF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 w:rsidRPr="00DB5AF8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среднего общего  образования, Требований к результатам освоения основной образовательной программы среднего общего образования, Основных идей и положений программы развития и формирования универсальных учебных действий среднего общего образования. </w:t>
      </w:r>
    </w:p>
    <w:p w:rsidR="00DD0DC4" w:rsidRPr="00DB5AF8" w:rsidRDefault="00DD0DC4" w:rsidP="00DB5A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5AF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DB5AF8">
        <w:rPr>
          <w:rFonts w:ascii="Times New Roman" w:hAnsi="Times New Roman"/>
          <w:sz w:val="28"/>
          <w:szCs w:val="28"/>
        </w:rPr>
        <w:t xml:space="preserve"> Изучение предмета «Экономика» в современном обществе становится более значимым, так как выпускник школы должен быть хорошо адаптирован к новым экономическим реалиям. Особая роль предмета заключается в формировании экономического мышления ученика. Он осознанно включается в экономические отношения, становится полноправным участником хозяйственной деятельности сначала на микроуровне, внутри семьи. Следующий этап — изучение макроэкономики — позволит ему понять процессы, происходящие в экономике страны и мира в целом. Экономика как предмет входит в блок общественных наук. В структуре заданий государственной итоговой аттестации по обществознанию экономике уделено более 40%. От знаний и навыков, полученных на уроках экономики, зависит способность ученика самостоятельно планировать и осуществлять деятельность, связанную с финансами, расходами, бизнесом и т. п. </w:t>
      </w:r>
    </w:p>
    <w:p w:rsidR="00DD0DC4" w:rsidRPr="00DB5AF8" w:rsidRDefault="00DD0DC4" w:rsidP="00DB5A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5AF8">
        <w:rPr>
          <w:rFonts w:ascii="Times New Roman" w:hAnsi="Times New Roman"/>
          <w:sz w:val="28"/>
          <w:szCs w:val="28"/>
        </w:rPr>
        <w:t xml:space="preserve">   Целями обучения экономике являются воспитание гражданина с экономическим образом мышления, имеющего потребности в получении экономических знаний, а также интереса к изучению экономических дисциплин, способности к личному самоопределению и самореализации.</w:t>
      </w:r>
    </w:p>
    <w:p w:rsidR="00DD0DC4" w:rsidRPr="00DB5AF8" w:rsidRDefault="00DD0DC4" w:rsidP="00DB5AF8">
      <w:pPr>
        <w:spacing w:before="6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5AF8">
        <w:rPr>
          <w:rFonts w:ascii="Times New Roman" w:hAnsi="Times New Roman"/>
          <w:sz w:val="28"/>
          <w:szCs w:val="28"/>
        </w:rPr>
        <w:t xml:space="preserve">    Согласно учебному плану МБОУ </w:t>
      </w:r>
      <w:r>
        <w:rPr>
          <w:rFonts w:ascii="Times New Roman" w:hAnsi="Times New Roman"/>
          <w:sz w:val="28"/>
          <w:szCs w:val="28"/>
        </w:rPr>
        <w:t xml:space="preserve">СОШ № 2 имени Л.Н. Плаксина </w:t>
      </w:r>
      <w:r w:rsidRPr="00DB5AF8">
        <w:rPr>
          <w:rFonts w:ascii="Times New Roman" w:hAnsi="Times New Roman"/>
          <w:sz w:val="28"/>
          <w:szCs w:val="28"/>
        </w:rPr>
        <w:t xml:space="preserve">на изучение экономики </w:t>
      </w:r>
      <w:r>
        <w:rPr>
          <w:rFonts w:ascii="Times New Roman" w:hAnsi="Times New Roman"/>
          <w:sz w:val="28"/>
          <w:szCs w:val="28"/>
        </w:rPr>
        <w:t>в  11  классе</w:t>
      </w:r>
      <w:r w:rsidRPr="00DB5AF8">
        <w:rPr>
          <w:rFonts w:ascii="Times New Roman" w:hAnsi="Times New Roman"/>
          <w:sz w:val="28"/>
          <w:szCs w:val="28"/>
        </w:rPr>
        <w:t xml:space="preserve">  отводится </w:t>
      </w:r>
      <w:r>
        <w:rPr>
          <w:rFonts w:ascii="Times New Roman" w:hAnsi="Times New Roman"/>
          <w:sz w:val="28"/>
          <w:szCs w:val="28"/>
        </w:rPr>
        <w:t xml:space="preserve"> 34 часа,  из расчета 1 учебный час</w:t>
      </w:r>
      <w:r w:rsidRPr="00DB5AF8">
        <w:rPr>
          <w:rFonts w:ascii="Times New Roman" w:hAnsi="Times New Roman"/>
          <w:sz w:val="28"/>
          <w:szCs w:val="28"/>
        </w:rPr>
        <w:t xml:space="preserve"> в неделю.</w:t>
      </w:r>
    </w:p>
    <w:p w:rsidR="00DD0DC4" w:rsidRPr="00D7649C" w:rsidRDefault="00DD0DC4" w:rsidP="0020204B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D0DC4" w:rsidRPr="00D7649C" w:rsidSect="00DB5AF8">
      <w:pgSz w:w="11906" w:h="16838"/>
      <w:pgMar w:top="720" w:right="466" w:bottom="720" w:left="143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04B"/>
    <w:rsid w:val="0020204B"/>
    <w:rsid w:val="004A778D"/>
    <w:rsid w:val="00761CF8"/>
    <w:rsid w:val="0079580D"/>
    <w:rsid w:val="00873CAC"/>
    <w:rsid w:val="00CE4B81"/>
    <w:rsid w:val="00D7649C"/>
    <w:rsid w:val="00DA0036"/>
    <w:rsid w:val="00DB5AF8"/>
    <w:rsid w:val="00DD0DC4"/>
    <w:rsid w:val="00E9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B5A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g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309</Words>
  <Characters>1766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pnp</dc:creator>
  <cp:keywords/>
  <dc:description/>
  <cp:lastModifiedBy>Наташа</cp:lastModifiedBy>
  <cp:revision>7</cp:revision>
  <dcterms:created xsi:type="dcterms:W3CDTF">2018-06-25T07:29:00Z</dcterms:created>
  <dcterms:modified xsi:type="dcterms:W3CDTF">2020-05-24T10:01:00Z</dcterms:modified>
</cp:coreProperties>
</file>